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3E566" w14:textId="77777777" w:rsidR="00535962" w:rsidRPr="00F7167E" w:rsidRDefault="00E50BF6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4EF4F2EB" wp14:editId="26180926">
                <wp:simplePos x="0" y="0"/>
                <wp:positionH relativeFrom="column">
                  <wp:posOffset>6962775</wp:posOffset>
                </wp:positionH>
                <wp:positionV relativeFrom="paragraph">
                  <wp:posOffset>-581025</wp:posOffset>
                </wp:positionV>
                <wp:extent cx="2188845" cy="790575"/>
                <wp:effectExtent l="0" t="0" r="20955" b="28575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8845" cy="790575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56E4D39B" w14:textId="7725E32B" w:rsidR="00957FDA" w:rsidRPr="00535962" w:rsidRDefault="005F0D5D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</w:t>
                                    </w:r>
                                    <w:r w:rsidR="00BC0CA8">
                                      <w:rPr>
                                        <w:rStyle w:val="Style2"/>
                                      </w:rPr>
                                      <w:t>M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-202</w:t>
                                    </w:r>
                                    <w:r w:rsidR="00A73149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5351D6">
                                      <w:rPr>
                                        <w:rStyle w:val="Style2"/>
                                      </w:rPr>
                                      <w:t>21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AEC5793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F4F2EB" id="Group 21" o:spid="_x0000_s1026" style="position:absolute;margin-left:548.25pt;margin-top:-45.75pt;width:172.35pt;height:62.2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56E4D39B" w14:textId="7725E32B" w:rsidR="00957FDA" w:rsidRPr="00535962" w:rsidRDefault="005F0D5D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CONADIS-DAF-C</w:t>
                              </w:r>
                              <w:r w:rsidR="00BC0CA8">
                                <w:rPr>
                                  <w:rStyle w:val="Style2"/>
                                </w:rPr>
                                <w:t>M</w:t>
                              </w:r>
                              <w:r>
                                <w:rPr>
                                  <w:rStyle w:val="Style2"/>
                                </w:rPr>
                                <w:t>-202</w:t>
                              </w:r>
                              <w:r w:rsidR="00A73149">
                                <w:rPr>
                                  <w:rStyle w:val="Style2"/>
                                </w:rPr>
                                <w:t>5</w:t>
                              </w:r>
                              <w:r>
                                <w:rPr>
                                  <w:rStyle w:val="Style2"/>
                                </w:rPr>
                                <w:t>-00</w:t>
                              </w:r>
                              <w:r w:rsidR="005351D6">
                                <w:rPr>
                                  <w:rStyle w:val="Style2"/>
                                </w:rPr>
                                <w:t>21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6AEC5793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D1DC7"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323C03D" wp14:editId="0D9297F0">
                <wp:simplePos x="0" y="0"/>
                <wp:positionH relativeFrom="column">
                  <wp:posOffset>3190240</wp:posOffset>
                </wp:positionH>
                <wp:positionV relativeFrom="paragraph">
                  <wp:posOffset>153670</wp:posOffset>
                </wp:positionV>
                <wp:extent cx="2530475" cy="29845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047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A7BD99" w14:textId="77777777" w:rsidR="002E1412" w:rsidRPr="002E1412" w:rsidRDefault="005351D6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D1DC7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3C03D" id="Text Box 16" o:spid="_x0000_s1031" type="#_x0000_t202" style="position:absolute;margin-left:251.2pt;margin-top:12.1pt;width:199.25pt;height:2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" stroked="f">
                <v:textbox>
                  <w:txbxContent>
                    <w:p w14:paraId="00A7BD99" w14:textId="77777777" w:rsidR="002E1412" w:rsidRPr="002E1412" w:rsidRDefault="00484529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D1DC7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4BDB995F" wp14:editId="4297B16C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1DC7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07E42E4" wp14:editId="16D909AF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87E59E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E42E4"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" filled="f" stroked="f">
                <v:textbox inset="0,0,0,0">
                  <w:txbxContent>
                    <w:p w14:paraId="1C87E59E" w14:textId="77777777"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BD1DC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5544C9" wp14:editId="253C8E11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7723651C" w14:textId="2FB5B0D7" w:rsidR="00BC61BD" w:rsidRPr="00BC61BD" w:rsidRDefault="007A3B5F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 wp14:anchorId="3CDAF840" wp14:editId="6719EED6">
                                      <wp:extent cx="540000" cy="540000"/>
                                      <wp:effectExtent l="0" t="0" r="0" b="0"/>
                                      <wp:docPr id="18" name="Imagen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8" name="Imagen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40000" cy="540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5544C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7723651C" w14:textId="2FB5B0D7" w:rsidR="00BC61BD" w:rsidRPr="00BC61BD" w:rsidRDefault="007A3B5F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 wp14:anchorId="3CDAF840" wp14:editId="6719EED6">
                                <wp:extent cx="540000" cy="540000"/>
                                <wp:effectExtent l="0" t="0" r="0" b="0"/>
                                <wp:docPr id="18" name="Imagen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8" name="Imagen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0000" cy="5400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6E74662C" w14:textId="77777777" w:rsidR="00535962" w:rsidRPr="00535962" w:rsidRDefault="00BD1DC7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F22DAC0" wp14:editId="172EB08C">
                <wp:simplePos x="0" y="0"/>
                <wp:positionH relativeFrom="column">
                  <wp:posOffset>3437906</wp:posOffset>
                </wp:positionH>
                <wp:positionV relativeFrom="paragraph">
                  <wp:posOffset>119693</wp:posOffset>
                </wp:positionV>
                <wp:extent cx="2000993" cy="326572"/>
                <wp:effectExtent l="0" t="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993" cy="32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3F185F" w14:textId="77777777" w:rsidR="00F7443C" w:rsidRPr="004767CC" w:rsidRDefault="005351D6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2DAC0" id="Text Box 18" o:spid="_x0000_s1034" type="#_x0000_t202" style="position:absolute;margin-left:270.7pt;margin-top:9.4pt;width:157.55pt;height:25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" stroked="f">
                <v:textbox>
                  <w:txbxContent>
                    <w:p w14:paraId="013F185F" w14:textId="77777777" w:rsidR="00F7443C" w:rsidRPr="004767CC" w:rsidRDefault="00484529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537B88F" wp14:editId="75B02DA6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A8B035" w14:textId="77777777" w:rsidR="0026335F" w:rsidRPr="0026335F" w:rsidRDefault="005351D6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7B88F"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" filled="f" stroked="f">
                <v:textbox>
                  <w:txbxContent>
                    <w:p w14:paraId="6CA8B035" w14:textId="77777777" w:rsidR="0026335F" w:rsidRPr="0026335F" w:rsidRDefault="00484529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0280AA63" w14:textId="77777777" w:rsidR="0037246F" w:rsidRDefault="00BD1DC7" w:rsidP="00E50BF6">
      <w:pPr>
        <w:rPr>
          <w:sz w:val="22"/>
          <w:szCs w:val="22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2D42222" wp14:editId="1F2E2A53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32EAA7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 w:rsidRP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D42222"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" filled="f" stroked="f">
                <v:textbox>
                  <w:txbxContent>
                    <w:p w14:paraId="3632EAA7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B3101F" w:rsidRP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B4164"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="007B4164"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131"/>
        <w:gridCol w:w="5302"/>
        <w:gridCol w:w="1276"/>
        <w:gridCol w:w="1276"/>
        <w:gridCol w:w="1701"/>
        <w:gridCol w:w="1559"/>
        <w:gridCol w:w="1843"/>
      </w:tblGrid>
      <w:tr w:rsidR="0037246F" w14:paraId="4C0009F4" w14:textId="77777777" w:rsidTr="00E84947">
        <w:trPr>
          <w:trHeight w:val="1077"/>
          <w:jc w:val="center"/>
        </w:trPr>
        <w:tc>
          <w:tcPr>
            <w:tcW w:w="1131" w:type="dxa"/>
            <w:vAlign w:val="center"/>
          </w:tcPr>
          <w:p w14:paraId="1D1549F2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302" w:type="dxa"/>
            <w:vAlign w:val="center"/>
          </w:tcPr>
          <w:p w14:paraId="54C2824F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14:paraId="450E06C9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4627310C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6891860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31CEBCBD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632B7979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15DFF67E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EB23E1" w14:paraId="576D1EF9" w14:textId="77777777" w:rsidTr="00EB23E1">
        <w:trPr>
          <w:trHeight w:val="457"/>
          <w:jc w:val="center"/>
        </w:trPr>
        <w:tc>
          <w:tcPr>
            <w:tcW w:w="1131" w:type="dxa"/>
          </w:tcPr>
          <w:p w14:paraId="388AA8BD" w14:textId="48E3109D" w:rsidR="00EB23E1" w:rsidRPr="00EB23E1" w:rsidRDefault="00EB23E1" w:rsidP="00EB23E1">
            <w:r>
              <w:t>1</w:t>
            </w:r>
          </w:p>
        </w:tc>
        <w:sdt>
          <w:sdtPr>
            <w:id w:val="15673071"/>
            <w:placeholder>
              <w:docPart w:val="5D94828BC14946EF9785D1314881B5F7"/>
            </w:placeholder>
            <w:showingPlcHdr/>
          </w:sdtPr>
          <w:sdtEndPr/>
          <w:sdtContent>
            <w:tc>
              <w:tcPr>
                <w:tcW w:w="5302" w:type="dxa"/>
                <w:vAlign w:val="center"/>
              </w:tcPr>
              <w:p w14:paraId="2D49E94A" w14:textId="6EDF877C" w:rsidR="00EB23E1" w:rsidRPr="00E84947" w:rsidRDefault="00E84947" w:rsidP="00EB23E1">
                <w:pPr>
                  <w:rPr>
                    <w:lang w:val="en-US"/>
                  </w:rPr>
                </w:pPr>
                <w:r w:rsidRPr="00E84947">
                  <w:rPr>
                    <w:rStyle w:val="Textodelmarcadordeposicin"/>
                    <w:lang w:val="en-US"/>
                  </w:rPr>
                  <w:t>Click here to enter text.</w:t>
                </w:r>
              </w:p>
            </w:tc>
          </w:sdtContent>
        </w:sdt>
        <w:tc>
          <w:tcPr>
            <w:tcW w:w="1276" w:type="dxa"/>
          </w:tcPr>
          <w:p w14:paraId="07878EC2" w14:textId="0037A9BE" w:rsidR="00EB23E1" w:rsidRDefault="00EB23E1" w:rsidP="00EB23E1">
            <w:r>
              <w:t>Unidad</w:t>
            </w:r>
          </w:p>
        </w:tc>
        <w:tc>
          <w:tcPr>
            <w:tcW w:w="1276" w:type="dxa"/>
          </w:tcPr>
          <w:p w14:paraId="767C57E7" w14:textId="77777777" w:rsidR="00EB23E1" w:rsidRDefault="00EB23E1" w:rsidP="00EB23E1"/>
        </w:tc>
        <w:tc>
          <w:tcPr>
            <w:tcW w:w="1701" w:type="dxa"/>
          </w:tcPr>
          <w:p w14:paraId="1B45384C" w14:textId="77777777" w:rsidR="00EB23E1" w:rsidRDefault="00EB23E1" w:rsidP="00EB23E1"/>
        </w:tc>
        <w:tc>
          <w:tcPr>
            <w:tcW w:w="1559" w:type="dxa"/>
          </w:tcPr>
          <w:p w14:paraId="498D8D5B" w14:textId="6B80F80C" w:rsidR="00EB23E1" w:rsidRPr="00EB23E1" w:rsidRDefault="00EB23E1" w:rsidP="00EB23E1"/>
        </w:tc>
        <w:tc>
          <w:tcPr>
            <w:tcW w:w="1843" w:type="dxa"/>
          </w:tcPr>
          <w:p w14:paraId="5674BC6A" w14:textId="77777777" w:rsidR="00EB23E1" w:rsidRDefault="00EB23E1" w:rsidP="00EB23E1"/>
        </w:tc>
      </w:tr>
      <w:tr w:rsidR="00EB23E1" w14:paraId="582E77B5" w14:textId="77777777" w:rsidTr="00EB23E1">
        <w:trPr>
          <w:trHeight w:val="477"/>
          <w:jc w:val="center"/>
        </w:trPr>
        <w:tc>
          <w:tcPr>
            <w:tcW w:w="1131" w:type="dxa"/>
          </w:tcPr>
          <w:p w14:paraId="104A28F3" w14:textId="4A013478" w:rsidR="00EB23E1" w:rsidRPr="00EB23E1" w:rsidRDefault="00EB23E1" w:rsidP="00EB23E1">
            <w:r>
              <w:t>2</w:t>
            </w:r>
          </w:p>
        </w:tc>
        <w:tc>
          <w:tcPr>
            <w:tcW w:w="5302" w:type="dxa"/>
            <w:vAlign w:val="center"/>
          </w:tcPr>
          <w:p w14:paraId="2B358A93" w14:textId="105D9490" w:rsidR="00EB23E1" w:rsidRPr="00EB23E1" w:rsidRDefault="00EB23E1" w:rsidP="00EB23E1"/>
        </w:tc>
        <w:tc>
          <w:tcPr>
            <w:tcW w:w="1276" w:type="dxa"/>
          </w:tcPr>
          <w:p w14:paraId="4011FFCC" w14:textId="0B75FD88" w:rsidR="00EB23E1" w:rsidRDefault="00EB23E1" w:rsidP="00EB23E1">
            <w:r>
              <w:t>Unidad</w:t>
            </w:r>
          </w:p>
        </w:tc>
        <w:tc>
          <w:tcPr>
            <w:tcW w:w="1276" w:type="dxa"/>
          </w:tcPr>
          <w:p w14:paraId="0D8EF926" w14:textId="77777777" w:rsidR="00EB23E1" w:rsidRDefault="00EB23E1" w:rsidP="00EB23E1"/>
        </w:tc>
        <w:tc>
          <w:tcPr>
            <w:tcW w:w="1701" w:type="dxa"/>
          </w:tcPr>
          <w:p w14:paraId="40F8D795" w14:textId="77777777" w:rsidR="00EB23E1" w:rsidRDefault="00EB23E1" w:rsidP="00EB23E1"/>
        </w:tc>
        <w:tc>
          <w:tcPr>
            <w:tcW w:w="1559" w:type="dxa"/>
          </w:tcPr>
          <w:p w14:paraId="2573527C" w14:textId="4DB8E742" w:rsidR="00EB23E1" w:rsidRPr="00EB23E1" w:rsidRDefault="00EB23E1" w:rsidP="00EB23E1"/>
        </w:tc>
        <w:tc>
          <w:tcPr>
            <w:tcW w:w="1843" w:type="dxa"/>
          </w:tcPr>
          <w:p w14:paraId="54303357" w14:textId="77777777" w:rsidR="00EB23E1" w:rsidRDefault="00EB23E1" w:rsidP="00EB23E1"/>
        </w:tc>
      </w:tr>
      <w:tr w:rsidR="0037246F" w14:paraId="326C5F68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4D53F0AA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28449941" w14:textId="6C053CE4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TOTAL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proofErr w:type="gramStart"/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6AB810E0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 xml:space="preserve">Valor total de la oferta en </w:t>
            </w:r>
            <w:proofErr w:type="gramStart"/>
            <w:r w:rsidRPr="00D90C2A">
              <w:rPr>
                <w:sz w:val="22"/>
                <w:szCs w:val="22"/>
              </w:rPr>
              <w:t>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</w:t>
            </w:r>
            <w:proofErr w:type="gramEnd"/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0294E031" w14:textId="77777777"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14:paraId="24696F40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7BDDAD9C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proofErr w:type="gramStart"/>
      <w:r w:rsidRPr="009B0931">
        <w:rPr>
          <w:rFonts w:ascii="Arial" w:hAnsi="Arial" w:cs="Arial"/>
          <w:sz w:val="20"/>
          <w:szCs w:val="22"/>
        </w:rPr>
        <w:t>…….</w:t>
      </w:r>
      <w:proofErr w:type="gramEnd"/>
      <w:r w:rsidRPr="009B0931">
        <w:rPr>
          <w:rFonts w:ascii="Arial" w:hAnsi="Arial" w:cs="Arial"/>
          <w:sz w:val="20"/>
          <w:szCs w:val="22"/>
        </w:rPr>
        <w:t xml:space="preserve">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025A35D5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59CFDF1B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16AEE787" w14:textId="77777777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BD1DC7"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91A7FEE" wp14:editId="18AAACC6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BF765C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7FEE"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" filled="f" stroked="f">
                <v:textbox inset=",.3mm">
                  <w:txbxContent>
                    <w:p w14:paraId="4DBF765C" w14:textId="77777777"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75754" w14:textId="77777777"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14:paraId="6FD54962" w14:textId="77777777"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0B8ED" w14:textId="77777777" w:rsidR="001007E7" w:rsidRDefault="00BD1DC7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8554A4C" wp14:editId="7B10444F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1D4E42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214FF94B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141B7862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8554A4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" filled="f" stroked="f">
              <v:textbox style="mso-fit-shape-to-text:t" inset="0,0,0,0">
                <w:txbxContent>
                  <w:p w14:paraId="0A1D4E42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214FF94B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14:paraId="141B7862" w14:textId="77777777"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043331F8" w14:textId="77777777" w:rsidR="001007E7" w:rsidRDefault="00BD1DC7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A1990E5" wp14:editId="01D88753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F4FEE8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A1990E5"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" filled="f" stroked="f">
              <v:textbox inset="0,0,0,0">
                <w:txbxContent>
                  <w:p w14:paraId="1DF4FEE8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3B10B0B7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6ACC1E5E" wp14:editId="33B5E43A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0A582A1C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2DD34" w14:textId="77777777"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14:paraId="157086E9" w14:textId="77777777"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14:paraId="64015B03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230D690B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46F"/>
    <w:rsid w:val="00034DD9"/>
    <w:rsid w:val="0004316E"/>
    <w:rsid w:val="000648CD"/>
    <w:rsid w:val="000F391D"/>
    <w:rsid w:val="001007E7"/>
    <w:rsid w:val="001020C0"/>
    <w:rsid w:val="00123B8D"/>
    <w:rsid w:val="00130425"/>
    <w:rsid w:val="0014583E"/>
    <w:rsid w:val="00157600"/>
    <w:rsid w:val="0016648A"/>
    <w:rsid w:val="00170EC5"/>
    <w:rsid w:val="00194FF2"/>
    <w:rsid w:val="001A3338"/>
    <w:rsid w:val="001F73A7"/>
    <w:rsid w:val="00200073"/>
    <w:rsid w:val="0021068B"/>
    <w:rsid w:val="00253DBA"/>
    <w:rsid w:val="0026335F"/>
    <w:rsid w:val="00284546"/>
    <w:rsid w:val="002860A4"/>
    <w:rsid w:val="002971F5"/>
    <w:rsid w:val="002A3385"/>
    <w:rsid w:val="002C4A7E"/>
    <w:rsid w:val="002E1412"/>
    <w:rsid w:val="00314023"/>
    <w:rsid w:val="0031441A"/>
    <w:rsid w:val="00337AF7"/>
    <w:rsid w:val="00351DE8"/>
    <w:rsid w:val="0037246F"/>
    <w:rsid w:val="0037514C"/>
    <w:rsid w:val="003A4539"/>
    <w:rsid w:val="003B29C3"/>
    <w:rsid w:val="003B38E0"/>
    <w:rsid w:val="00403697"/>
    <w:rsid w:val="0042490F"/>
    <w:rsid w:val="00466B9C"/>
    <w:rsid w:val="004767CC"/>
    <w:rsid w:val="00484529"/>
    <w:rsid w:val="0049643D"/>
    <w:rsid w:val="004C4743"/>
    <w:rsid w:val="004E4F9F"/>
    <w:rsid w:val="005351D6"/>
    <w:rsid w:val="00535962"/>
    <w:rsid w:val="005B3870"/>
    <w:rsid w:val="005B442B"/>
    <w:rsid w:val="005D0D63"/>
    <w:rsid w:val="005F0D5D"/>
    <w:rsid w:val="00611A07"/>
    <w:rsid w:val="0062592A"/>
    <w:rsid w:val="006506D0"/>
    <w:rsid w:val="00651E48"/>
    <w:rsid w:val="006709BC"/>
    <w:rsid w:val="00780880"/>
    <w:rsid w:val="007A3B5F"/>
    <w:rsid w:val="007B4164"/>
    <w:rsid w:val="007B6F6F"/>
    <w:rsid w:val="007C7580"/>
    <w:rsid w:val="007F3216"/>
    <w:rsid w:val="00810515"/>
    <w:rsid w:val="0083342F"/>
    <w:rsid w:val="00841F19"/>
    <w:rsid w:val="00854B4F"/>
    <w:rsid w:val="0088127B"/>
    <w:rsid w:val="008B3AE5"/>
    <w:rsid w:val="008F362E"/>
    <w:rsid w:val="009002B4"/>
    <w:rsid w:val="00957FDA"/>
    <w:rsid w:val="009773D3"/>
    <w:rsid w:val="009A2AEC"/>
    <w:rsid w:val="009B0931"/>
    <w:rsid w:val="009E0472"/>
    <w:rsid w:val="00A16099"/>
    <w:rsid w:val="00A24343"/>
    <w:rsid w:val="00A51BB3"/>
    <w:rsid w:val="00A640BD"/>
    <w:rsid w:val="00A73149"/>
    <w:rsid w:val="00AB4966"/>
    <w:rsid w:val="00AB4D47"/>
    <w:rsid w:val="00AC7631"/>
    <w:rsid w:val="00AD7919"/>
    <w:rsid w:val="00AF0D2F"/>
    <w:rsid w:val="00B3101F"/>
    <w:rsid w:val="00B420BA"/>
    <w:rsid w:val="00B61D08"/>
    <w:rsid w:val="00B62EEF"/>
    <w:rsid w:val="00B63A25"/>
    <w:rsid w:val="00B82170"/>
    <w:rsid w:val="00B9237C"/>
    <w:rsid w:val="00B97B51"/>
    <w:rsid w:val="00BC0CA8"/>
    <w:rsid w:val="00BC1D0C"/>
    <w:rsid w:val="00BC61BD"/>
    <w:rsid w:val="00BD1DC7"/>
    <w:rsid w:val="00BE4FB0"/>
    <w:rsid w:val="00BF1AD5"/>
    <w:rsid w:val="00C66D08"/>
    <w:rsid w:val="00CA3510"/>
    <w:rsid w:val="00CA4661"/>
    <w:rsid w:val="00CC081D"/>
    <w:rsid w:val="00CE67A3"/>
    <w:rsid w:val="00D24FA7"/>
    <w:rsid w:val="00D64696"/>
    <w:rsid w:val="00D90D49"/>
    <w:rsid w:val="00DC5D96"/>
    <w:rsid w:val="00DD4F3E"/>
    <w:rsid w:val="00E13E55"/>
    <w:rsid w:val="00E31D51"/>
    <w:rsid w:val="00E3360B"/>
    <w:rsid w:val="00E50BF6"/>
    <w:rsid w:val="00E66D8A"/>
    <w:rsid w:val="00E774E3"/>
    <w:rsid w:val="00E77D7B"/>
    <w:rsid w:val="00E84947"/>
    <w:rsid w:val="00E96AEE"/>
    <w:rsid w:val="00E96D05"/>
    <w:rsid w:val="00EA7406"/>
    <w:rsid w:val="00EB128A"/>
    <w:rsid w:val="00EB23E1"/>
    <w:rsid w:val="00F041DB"/>
    <w:rsid w:val="00F116C5"/>
    <w:rsid w:val="00F225BF"/>
    <w:rsid w:val="00F22E90"/>
    <w:rsid w:val="00F25B99"/>
    <w:rsid w:val="00F4086F"/>
    <w:rsid w:val="00F53753"/>
    <w:rsid w:val="00F55F56"/>
    <w:rsid w:val="00F7167E"/>
    <w:rsid w:val="00F7443C"/>
    <w:rsid w:val="00F97E22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;"/>
  <w14:docId w14:val="680ACE40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D94828BC14946EF9785D1314881B5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8EF5CC-DC4C-4974-9940-E0189C49FFA5}"/>
      </w:docPartPr>
      <w:docPartBody>
        <w:p w:rsidR="00871BB9" w:rsidRDefault="00871BB9" w:rsidP="00871BB9">
          <w:pPr>
            <w:pStyle w:val="5D94828BC14946EF9785D1314881B5F7"/>
          </w:pPr>
          <w:r w:rsidRPr="00390942">
            <w:rPr>
              <w:rStyle w:val="Textodelmarcadordeposicin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BB9"/>
    <w:rsid w:val="0021068B"/>
    <w:rsid w:val="002A3385"/>
    <w:rsid w:val="00871BB9"/>
    <w:rsid w:val="00F55F56"/>
    <w:rsid w:val="00F9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DO" w:eastAsia="es-DO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71BB9"/>
    <w:rPr>
      <w:color w:val="808080"/>
    </w:rPr>
  </w:style>
  <w:style w:type="paragraph" w:customStyle="1" w:styleId="5D94828BC14946EF9785D1314881B5F7">
    <w:name w:val="5D94828BC14946EF9785D1314881B5F7"/>
    <w:rsid w:val="00871B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09F4C-9B95-4F2B-8BB6-A7B8B2A16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1</TotalTime>
  <Pages>1</Pages>
  <Words>109</Words>
  <Characters>602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Compras CONADIS</cp:lastModifiedBy>
  <cp:revision>3</cp:revision>
  <cp:lastPrinted>2011-03-04T18:27:00Z</cp:lastPrinted>
  <dcterms:created xsi:type="dcterms:W3CDTF">2025-09-22T15:47:00Z</dcterms:created>
  <dcterms:modified xsi:type="dcterms:W3CDTF">2025-09-22T15:48:00Z</dcterms:modified>
</cp:coreProperties>
</file>